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B50B1">
        <w:rPr>
          <w:rFonts w:ascii="Corbel" w:hAnsi="Corbel"/>
          <w:bCs/>
          <w:i/>
        </w:rPr>
        <w:t xml:space="preserve">Załącznik nr </w:t>
      </w:r>
      <w:r w:rsidR="006F31E2" w:rsidRPr="008B50B1">
        <w:rPr>
          <w:rFonts w:ascii="Corbel" w:hAnsi="Corbel"/>
          <w:bCs/>
          <w:i/>
        </w:rPr>
        <w:t>1.5</w:t>
      </w:r>
      <w:r w:rsidR="00D8678B" w:rsidRPr="008B50B1">
        <w:rPr>
          <w:rFonts w:ascii="Corbel" w:hAnsi="Corbel"/>
          <w:bCs/>
          <w:i/>
        </w:rPr>
        <w:t xml:space="preserve"> do Zarządzenia</w:t>
      </w:r>
      <w:r w:rsidR="002A22BF" w:rsidRPr="008B50B1">
        <w:rPr>
          <w:rFonts w:ascii="Corbel" w:hAnsi="Corbel"/>
          <w:bCs/>
          <w:i/>
        </w:rPr>
        <w:t xml:space="preserve"> Rektora UR </w:t>
      </w:r>
      <w:r w:rsidRPr="008B50B1">
        <w:rPr>
          <w:rFonts w:ascii="Corbel" w:hAnsi="Corbel"/>
          <w:bCs/>
          <w:i/>
        </w:rPr>
        <w:t xml:space="preserve"> nr </w:t>
      </w:r>
      <w:r w:rsidR="00F17567" w:rsidRPr="008B50B1">
        <w:rPr>
          <w:rFonts w:ascii="Corbel" w:hAnsi="Corbel"/>
          <w:bCs/>
          <w:i/>
        </w:rPr>
        <w:t>12/2019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217D9D8" w:rsidR="00DC6D0C" w:rsidRPr="008B50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C66CD0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2742347D" w:rsidR="00445970" w:rsidRPr="008B50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C66CD0">
        <w:rPr>
          <w:rFonts w:ascii="Corbel" w:hAnsi="Corbel"/>
          <w:sz w:val="20"/>
          <w:szCs w:val="20"/>
        </w:rPr>
        <w:t>0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C66CD0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C4468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1E08D78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Wykł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Konw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Sem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50B1">
              <w:rPr>
                <w:rFonts w:ascii="Corbel" w:hAnsi="Corbel"/>
                <w:szCs w:val="24"/>
              </w:rPr>
              <w:t>Prakt</w:t>
            </w:r>
            <w:proofErr w:type="spellEnd"/>
            <w:r w:rsidRPr="008B50B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69D2BD" w:rsidR="003823BE" w:rsidRPr="008B50B1" w:rsidRDefault="00A33C6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hedging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Opcje europejskie i amerykańskie. Wartość wewnętrzna i czasowa opcji, opcje w cenie, poza ceną, po cenie. Parytet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call-put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Opcje na GPW w Warszawie: specyfikacja kontraktu, kwotowanie, liczba otwartych pozycji. Opcje na 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Rynek spot i rynek terminowy.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. Kwotowanie w punktach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swapowych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 xml:space="preserve">Depozyt i równanie do rynku. Baza i ryzyko bazy.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 xml:space="preserve"> a cena </w:t>
            </w:r>
            <w:proofErr w:type="spellStart"/>
            <w:r w:rsidRPr="008B50B1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8B50B1">
              <w:rPr>
                <w:rFonts w:ascii="Corbel" w:hAnsi="Corbel"/>
                <w:sz w:val="24"/>
                <w:szCs w:val="24"/>
              </w:rPr>
              <w:t>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FDE7EED" w:rsidR="00D45B17" w:rsidRPr="008B50B1" w:rsidRDefault="00A33C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niekontaktowe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01A2FF8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Echaust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Grzywacz J. (red.), Finansowe instrumenty pochodne, Oficyna Wydawnicza SGH,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Kilijańska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I., Karwowski J.,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Poskart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</w:t>
            </w:r>
            <w:proofErr w:type="spellStart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cop</w:t>
            </w:r>
            <w:proofErr w:type="spellEnd"/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68A22" w14:textId="77777777" w:rsidR="006F7846" w:rsidRDefault="006F7846" w:rsidP="00C16ABF">
      <w:pPr>
        <w:spacing w:after="0" w:line="240" w:lineRule="auto"/>
      </w:pPr>
      <w:r>
        <w:separator/>
      </w:r>
    </w:p>
  </w:endnote>
  <w:endnote w:type="continuationSeparator" w:id="0">
    <w:p w14:paraId="5D5874B7" w14:textId="77777777" w:rsidR="006F7846" w:rsidRDefault="006F78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9D533" w14:textId="77777777" w:rsidR="006F7846" w:rsidRDefault="006F7846" w:rsidP="00C16ABF">
      <w:pPr>
        <w:spacing w:after="0" w:line="240" w:lineRule="auto"/>
      </w:pPr>
      <w:r>
        <w:separator/>
      </w:r>
    </w:p>
  </w:footnote>
  <w:footnote w:type="continuationSeparator" w:id="0">
    <w:p w14:paraId="35BD40EB" w14:textId="77777777" w:rsidR="006F7846" w:rsidRDefault="006F784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F75"/>
    <w:rsid w:val="006D050F"/>
    <w:rsid w:val="006D6139"/>
    <w:rsid w:val="006E5D65"/>
    <w:rsid w:val="006F1282"/>
    <w:rsid w:val="006F1FBC"/>
    <w:rsid w:val="006F31E2"/>
    <w:rsid w:val="006F784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B3733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44685"/>
    <w:rsid w:val="00C56036"/>
    <w:rsid w:val="00C61DC5"/>
    <w:rsid w:val="00C66CD0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599C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D4F20-B015-4A01-8469-F4E2C316A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917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2021-02-01T10:35:00Z</dcterms:created>
  <dcterms:modified xsi:type="dcterms:W3CDTF">2021-11-05T12:29:00Z</dcterms:modified>
</cp:coreProperties>
</file>